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E78">
        <w:rPr>
          <w:rFonts w:ascii="Arial" w:hAnsi="Arial" w:cs="Arial"/>
          <w:b/>
          <w:caps/>
          <w:sz w:val="28"/>
          <w:szCs w:val="28"/>
        </w:rPr>
        <w:t>763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D6E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6E78">
              <w:rPr>
                <w:rFonts w:ascii="Arial" w:hAnsi="Arial" w:cs="Arial"/>
                <w:sz w:val="20"/>
                <w:szCs w:val="20"/>
              </w:rPr>
              <w:t>Solicita a limpeza das bocas de lobo existentes na Estrada Municipal,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D6E78">
        <w:rPr>
          <w:rFonts w:ascii="Arial" w:hAnsi="Arial" w:cs="Arial"/>
        </w:rPr>
        <w:t>à</w:t>
      </w:r>
      <w:r w:rsidR="00CD6E78" w:rsidRPr="00CD6E78">
        <w:rPr>
          <w:rFonts w:ascii="Arial" w:hAnsi="Arial" w:cs="Arial"/>
        </w:rPr>
        <w:t xml:space="preserve"> limpeza das bocas de lobo existentes na Estrada Municipal,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D6E78" w:rsidRDefault="00CD6E7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6E78">
        <w:rPr>
          <w:rFonts w:ascii="Arial" w:hAnsi="Arial" w:cs="Arial"/>
        </w:rPr>
        <w:t xml:space="preserve">Moradores reclamam que em dias de chuva </w:t>
      </w:r>
      <w:r>
        <w:rPr>
          <w:rFonts w:ascii="Arial" w:hAnsi="Arial" w:cs="Arial"/>
        </w:rPr>
        <w:t>a referida</w:t>
      </w:r>
      <w:r w:rsidRPr="00CD6E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 alaga por não comportar as á</w:t>
      </w:r>
      <w:r w:rsidRPr="00CD6E78">
        <w:rPr>
          <w:rFonts w:ascii="Arial" w:hAnsi="Arial" w:cs="Arial"/>
        </w:rPr>
        <w:t>guas</w:t>
      </w:r>
      <w:r>
        <w:rPr>
          <w:rFonts w:ascii="Arial" w:hAnsi="Arial" w:cs="Arial"/>
        </w:rPr>
        <w:t xml:space="preserve"> pluviais</w:t>
      </w:r>
      <w:r w:rsidRPr="00CD6E78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6E78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D6E78" w:rsidRDefault="00CD6E7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6E78" w:rsidRPr="00A34F2C" w:rsidRDefault="00CD6E7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D6E78" w:rsidRDefault="00CD6E7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D6E78" w:rsidRPr="00A34F2C" w:rsidRDefault="00CD6E7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DF5" w:rsidRDefault="00FA2DF5">
      <w:r>
        <w:separator/>
      </w:r>
    </w:p>
  </w:endnote>
  <w:endnote w:type="continuationSeparator" w:id="0">
    <w:p w:rsidR="00FA2DF5" w:rsidRDefault="00F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DF5" w:rsidRDefault="00FA2DF5">
      <w:r>
        <w:separator/>
      </w:r>
    </w:p>
  </w:footnote>
  <w:footnote w:type="continuationSeparator" w:id="0">
    <w:p w:rsidR="00FA2DF5" w:rsidRDefault="00FA2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6E78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53FD6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2DF5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7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5749-5A39-4542-BA28-8A839552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2018-03-26T14:33:00Z</dcterms:created>
  <dcterms:modified xsi:type="dcterms:W3CDTF">2018-03-26T14:36:00Z</dcterms:modified>
</cp:coreProperties>
</file>